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0"/>
        <w:gridCol w:w="2947"/>
        <w:gridCol w:w="2948"/>
        <w:gridCol w:w="2947"/>
        <w:gridCol w:w="2948"/>
      </w:tblGrid>
      <w:tr w:rsidR="005F2C17" w:rsidRPr="00C90ECD" w:rsidTr="00CE63A6">
        <w:tc>
          <w:tcPr>
            <w:tcW w:w="1980" w:type="dxa"/>
            <w:vAlign w:val="center"/>
          </w:tcPr>
          <w:p w:rsidR="005F2C17" w:rsidRPr="00C90ECD" w:rsidRDefault="005F2C17" w:rsidP="00AE266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C90ECD">
              <w:rPr>
                <w:b/>
                <w:sz w:val="28"/>
                <w:szCs w:val="28"/>
              </w:rPr>
              <w:t>LEVEL</w:t>
            </w:r>
          </w:p>
        </w:tc>
        <w:tc>
          <w:tcPr>
            <w:tcW w:w="2947" w:type="dxa"/>
            <w:vAlign w:val="center"/>
          </w:tcPr>
          <w:p w:rsidR="005F2C17" w:rsidRPr="00C90ECD" w:rsidRDefault="005F2C17" w:rsidP="00023F5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90ECD">
              <w:rPr>
                <w:b/>
                <w:sz w:val="24"/>
                <w:szCs w:val="24"/>
              </w:rPr>
              <w:t>4</w:t>
            </w:r>
          </w:p>
          <w:p w:rsidR="005F2C17" w:rsidRPr="00C90ECD" w:rsidRDefault="005F2C17" w:rsidP="00023F5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90ECD">
              <w:rPr>
                <w:b/>
                <w:sz w:val="24"/>
                <w:szCs w:val="24"/>
              </w:rPr>
              <w:t>Advanced</w:t>
            </w:r>
          </w:p>
        </w:tc>
        <w:tc>
          <w:tcPr>
            <w:tcW w:w="2948" w:type="dxa"/>
            <w:vAlign w:val="center"/>
          </w:tcPr>
          <w:p w:rsidR="005F2C17" w:rsidRPr="00C90ECD" w:rsidRDefault="005F2C17" w:rsidP="00023F5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90ECD">
              <w:rPr>
                <w:b/>
                <w:sz w:val="24"/>
                <w:szCs w:val="24"/>
              </w:rPr>
              <w:t>3</w:t>
            </w:r>
          </w:p>
          <w:p w:rsidR="005F2C17" w:rsidRPr="00C90ECD" w:rsidRDefault="005F2C17" w:rsidP="00023F5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90ECD">
              <w:rPr>
                <w:b/>
                <w:sz w:val="24"/>
                <w:szCs w:val="24"/>
              </w:rPr>
              <w:t>Meets Expectations</w:t>
            </w:r>
          </w:p>
        </w:tc>
        <w:tc>
          <w:tcPr>
            <w:tcW w:w="2947" w:type="dxa"/>
            <w:vAlign w:val="center"/>
          </w:tcPr>
          <w:p w:rsidR="005F2C17" w:rsidRPr="00C90ECD" w:rsidRDefault="005F2C17" w:rsidP="00023F5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90ECD">
              <w:rPr>
                <w:b/>
                <w:sz w:val="24"/>
                <w:szCs w:val="24"/>
              </w:rPr>
              <w:t>2</w:t>
            </w:r>
          </w:p>
          <w:p w:rsidR="005F2C17" w:rsidRPr="00C90ECD" w:rsidRDefault="005F2C17" w:rsidP="00023F5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90ECD">
              <w:rPr>
                <w:b/>
                <w:sz w:val="24"/>
                <w:szCs w:val="24"/>
              </w:rPr>
              <w:t>Approaching Expectations</w:t>
            </w:r>
          </w:p>
        </w:tc>
        <w:tc>
          <w:tcPr>
            <w:tcW w:w="2948" w:type="dxa"/>
            <w:vAlign w:val="center"/>
          </w:tcPr>
          <w:p w:rsidR="005F2C17" w:rsidRPr="00C90ECD" w:rsidRDefault="005F2C17" w:rsidP="00023F5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90ECD">
              <w:rPr>
                <w:b/>
                <w:sz w:val="24"/>
                <w:szCs w:val="24"/>
              </w:rPr>
              <w:t>1</w:t>
            </w:r>
          </w:p>
          <w:p w:rsidR="005F2C17" w:rsidRPr="00C90ECD" w:rsidRDefault="005F2C17" w:rsidP="00023F5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90ECD">
              <w:rPr>
                <w:b/>
                <w:sz w:val="24"/>
                <w:szCs w:val="24"/>
              </w:rPr>
              <w:t>Not Approaching</w:t>
            </w:r>
          </w:p>
          <w:p w:rsidR="005F2C17" w:rsidRPr="00C90ECD" w:rsidRDefault="005F2C17" w:rsidP="00023F5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90ECD">
              <w:rPr>
                <w:b/>
                <w:sz w:val="24"/>
                <w:szCs w:val="24"/>
              </w:rPr>
              <w:t>Expectations</w:t>
            </w:r>
          </w:p>
        </w:tc>
      </w:tr>
      <w:tr w:rsidR="005F2C17" w:rsidRPr="00C90ECD" w:rsidTr="00CE63A6">
        <w:tc>
          <w:tcPr>
            <w:tcW w:w="1980" w:type="dxa"/>
            <w:vAlign w:val="center"/>
          </w:tcPr>
          <w:p w:rsidR="005F2C17" w:rsidRPr="00CE63A6" w:rsidRDefault="005F2C17" w:rsidP="00023F54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CE63A6">
              <w:rPr>
                <w:b/>
                <w:sz w:val="26"/>
                <w:szCs w:val="26"/>
              </w:rPr>
              <w:t>CONTENT</w:t>
            </w:r>
          </w:p>
        </w:tc>
        <w:tc>
          <w:tcPr>
            <w:tcW w:w="2947" w:type="dxa"/>
          </w:tcPr>
          <w:p w:rsidR="005F2C17" w:rsidRPr="00C90ECD" w:rsidRDefault="005F2C17" w:rsidP="00023F5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C90ECD">
              <w:rPr>
                <w:b/>
                <w:sz w:val="24"/>
                <w:szCs w:val="24"/>
              </w:rPr>
              <w:t>Complete command of concepts / ideas</w:t>
            </w:r>
          </w:p>
          <w:p w:rsidR="005F2C17" w:rsidRPr="00C90ECD" w:rsidRDefault="005F2C17" w:rsidP="00023F5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C90ECD">
              <w:rPr>
                <w:b/>
                <w:sz w:val="24"/>
                <w:szCs w:val="24"/>
              </w:rPr>
              <w:t>Examples are accurate and relevant</w:t>
            </w:r>
          </w:p>
        </w:tc>
        <w:tc>
          <w:tcPr>
            <w:tcW w:w="2948" w:type="dxa"/>
          </w:tcPr>
          <w:p w:rsidR="005F2C17" w:rsidRPr="00C90ECD" w:rsidRDefault="005F2C17" w:rsidP="00023F5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C90ECD">
              <w:rPr>
                <w:b/>
                <w:sz w:val="24"/>
                <w:szCs w:val="24"/>
              </w:rPr>
              <w:t>Basic command of concepts / ideas</w:t>
            </w:r>
          </w:p>
          <w:p w:rsidR="005F2C17" w:rsidRPr="00C90ECD" w:rsidRDefault="005F2C17" w:rsidP="00023F5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C90ECD">
              <w:rPr>
                <w:b/>
                <w:sz w:val="24"/>
                <w:szCs w:val="24"/>
              </w:rPr>
              <w:t>Examples have some minor inaccuracies</w:t>
            </w:r>
          </w:p>
        </w:tc>
        <w:tc>
          <w:tcPr>
            <w:tcW w:w="2947" w:type="dxa"/>
          </w:tcPr>
          <w:p w:rsidR="005F2C17" w:rsidRPr="00C90ECD" w:rsidRDefault="005F2C17" w:rsidP="00023F5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C90ECD">
              <w:rPr>
                <w:b/>
                <w:sz w:val="24"/>
                <w:szCs w:val="24"/>
              </w:rPr>
              <w:t>Partial command of concepts / ideas</w:t>
            </w:r>
          </w:p>
          <w:p w:rsidR="005F2C17" w:rsidRPr="00C90ECD" w:rsidRDefault="005F2C17" w:rsidP="00023F5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C90ECD">
              <w:rPr>
                <w:b/>
                <w:sz w:val="24"/>
                <w:szCs w:val="24"/>
              </w:rPr>
              <w:t>Examples have some major inaccuracies</w:t>
            </w:r>
          </w:p>
          <w:p w:rsidR="005F2C17" w:rsidRPr="00C90ECD" w:rsidRDefault="005F2C17" w:rsidP="00AE2664">
            <w:pPr>
              <w:pStyle w:val="ListParagraph"/>
              <w:spacing w:after="0" w:line="240" w:lineRule="auto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948" w:type="dxa"/>
          </w:tcPr>
          <w:p w:rsidR="005F2C17" w:rsidRPr="00C90ECD" w:rsidRDefault="005F2C17" w:rsidP="00023F5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C90ECD">
              <w:rPr>
                <w:b/>
                <w:sz w:val="24"/>
                <w:szCs w:val="24"/>
              </w:rPr>
              <w:t>Little or no command of concepts / ideas</w:t>
            </w:r>
          </w:p>
          <w:p w:rsidR="005F2C17" w:rsidRPr="00C90ECD" w:rsidRDefault="005F2C17" w:rsidP="00023F5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C90ECD">
              <w:rPr>
                <w:b/>
                <w:sz w:val="24"/>
                <w:szCs w:val="24"/>
              </w:rPr>
              <w:t>Examples are inaccurate or irrelevant</w:t>
            </w:r>
          </w:p>
        </w:tc>
      </w:tr>
      <w:tr w:rsidR="005F2C17" w:rsidRPr="00C90ECD" w:rsidTr="00CE63A6">
        <w:tc>
          <w:tcPr>
            <w:tcW w:w="1980" w:type="dxa"/>
            <w:vAlign w:val="center"/>
          </w:tcPr>
          <w:p w:rsidR="005F2C17" w:rsidRPr="00CE63A6" w:rsidRDefault="005F2C17" w:rsidP="00023F54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CE63A6">
              <w:rPr>
                <w:b/>
                <w:sz w:val="26"/>
                <w:szCs w:val="26"/>
              </w:rPr>
              <w:t>ORGANIZATION</w:t>
            </w:r>
          </w:p>
          <w:p w:rsidR="005F2C17" w:rsidRPr="00CE63A6" w:rsidRDefault="005F2C17" w:rsidP="00023F54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CE63A6">
              <w:rPr>
                <w:b/>
                <w:sz w:val="26"/>
                <w:szCs w:val="26"/>
              </w:rPr>
              <w:t>/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CE63A6">
              <w:rPr>
                <w:b/>
                <w:sz w:val="26"/>
                <w:szCs w:val="26"/>
              </w:rPr>
              <w:t>FORMAT</w:t>
            </w:r>
          </w:p>
        </w:tc>
        <w:tc>
          <w:tcPr>
            <w:tcW w:w="2947" w:type="dxa"/>
          </w:tcPr>
          <w:p w:rsidR="005F2C17" w:rsidRPr="00C90ECD" w:rsidRDefault="005F2C17" w:rsidP="00023F54">
            <w:pPr>
              <w:pStyle w:val="ListParagraph"/>
              <w:numPr>
                <w:ilvl w:val="0"/>
                <w:numId w:val="6"/>
              </w:numPr>
              <w:tabs>
                <w:tab w:val="left" w:pos="0"/>
              </w:tabs>
              <w:spacing w:before="20" w:after="20" w:line="240" w:lineRule="auto"/>
              <w:rPr>
                <w:b/>
                <w:sz w:val="24"/>
                <w:szCs w:val="24"/>
              </w:rPr>
            </w:pPr>
            <w:r w:rsidRPr="00C90ECD">
              <w:rPr>
                <w:b/>
                <w:sz w:val="24"/>
                <w:szCs w:val="24"/>
              </w:rPr>
              <w:t>Structure enhances the flow of ideas with a strong beginning, middle, and end</w:t>
            </w:r>
          </w:p>
          <w:p w:rsidR="005F2C17" w:rsidRPr="00C90ECD" w:rsidRDefault="005F2C17" w:rsidP="00023F54">
            <w:pPr>
              <w:pStyle w:val="ListParagraph"/>
              <w:numPr>
                <w:ilvl w:val="0"/>
                <w:numId w:val="6"/>
              </w:numPr>
              <w:tabs>
                <w:tab w:val="left" w:pos="0"/>
              </w:tabs>
              <w:spacing w:before="20" w:after="20" w:line="240" w:lineRule="auto"/>
              <w:rPr>
                <w:b/>
                <w:sz w:val="24"/>
                <w:szCs w:val="24"/>
              </w:rPr>
            </w:pPr>
            <w:r w:rsidRPr="00C90ECD">
              <w:rPr>
                <w:b/>
                <w:sz w:val="24"/>
                <w:szCs w:val="24"/>
              </w:rPr>
              <w:t>Intensive focus on the topic</w:t>
            </w:r>
          </w:p>
          <w:p w:rsidR="005F2C17" w:rsidRPr="00C90ECD" w:rsidRDefault="005F2C17" w:rsidP="00023F54">
            <w:pPr>
              <w:pStyle w:val="ListParagraph"/>
              <w:numPr>
                <w:ilvl w:val="0"/>
                <w:numId w:val="6"/>
              </w:numPr>
              <w:tabs>
                <w:tab w:val="left" w:pos="0"/>
              </w:tabs>
              <w:spacing w:before="20" w:after="20" w:line="240" w:lineRule="auto"/>
              <w:rPr>
                <w:b/>
                <w:sz w:val="24"/>
                <w:szCs w:val="24"/>
              </w:rPr>
            </w:pPr>
            <w:r w:rsidRPr="00C90ECD">
              <w:rPr>
                <w:b/>
                <w:sz w:val="24"/>
                <w:szCs w:val="24"/>
              </w:rPr>
              <w:t xml:space="preserve">Thoroughly developed theme with in-depth supporting details </w:t>
            </w:r>
          </w:p>
        </w:tc>
        <w:tc>
          <w:tcPr>
            <w:tcW w:w="2948" w:type="dxa"/>
          </w:tcPr>
          <w:p w:rsidR="005F2C17" w:rsidRPr="00C90ECD" w:rsidRDefault="005F2C17" w:rsidP="00023F5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C90ECD">
              <w:rPr>
                <w:b/>
                <w:sz w:val="24"/>
                <w:szCs w:val="24"/>
              </w:rPr>
              <w:t>Structure clearly supports the flow of ideas with a beginning, middle, and end</w:t>
            </w:r>
          </w:p>
          <w:p w:rsidR="005F2C17" w:rsidRPr="00C90ECD" w:rsidRDefault="005F2C17" w:rsidP="00023F5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C90ECD">
              <w:rPr>
                <w:b/>
                <w:sz w:val="24"/>
                <w:szCs w:val="24"/>
              </w:rPr>
              <w:t>Consistent focus on the topic</w:t>
            </w:r>
          </w:p>
          <w:p w:rsidR="005F2C17" w:rsidRPr="00C90ECD" w:rsidRDefault="005F2C17" w:rsidP="00023F5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C90ECD">
              <w:rPr>
                <w:b/>
                <w:sz w:val="24"/>
                <w:szCs w:val="24"/>
              </w:rPr>
              <w:t>Broadly developed theme with appropriate supporting details</w:t>
            </w:r>
          </w:p>
        </w:tc>
        <w:tc>
          <w:tcPr>
            <w:tcW w:w="2947" w:type="dxa"/>
          </w:tcPr>
          <w:p w:rsidR="005F2C17" w:rsidRDefault="005F2C17" w:rsidP="00023F5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C90ECD">
              <w:rPr>
                <w:b/>
                <w:sz w:val="24"/>
                <w:szCs w:val="24"/>
              </w:rPr>
              <w:t>Structure partly supports the flow of ideas</w:t>
            </w:r>
          </w:p>
          <w:p w:rsidR="005F2C17" w:rsidRPr="00C90ECD" w:rsidRDefault="005F2C17" w:rsidP="009D26DD">
            <w:pPr>
              <w:pStyle w:val="ListParagraph"/>
              <w:spacing w:after="0" w:line="240" w:lineRule="auto"/>
              <w:ind w:left="0"/>
              <w:rPr>
                <w:b/>
                <w:sz w:val="24"/>
                <w:szCs w:val="24"/>
              </w:rPr>
            </w:pPr>
          </w:p>
          <w:p w:rsidR="005F2C17" w:rsidRPr="00C90ECD" w:rsidRDefault="005F2C17" w:rsidP="00023F5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C90ECD">
              <w:rPr>
                <w:b/>
                <w:sz w:val="24"/>
                <w:szCs w:val="24"/>
              </w:rPr>
              <w:t>Inconsistent focus on the topic</w:t>
            </w:r>
          </w:p>
          <w:p w:rsidR="005F2C17" w:rsidRPr="00C90ECD" w:rsidRDefault="005F2C17" w:rsidP="00023F5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C90ECD">
              <w:rPr>
                <w:b/>
                <w:sz w:val="24"/>
                <w:szCs w:val="24"/>
              </w:rPr>
              <w:t xml:space="preserve">Partly developed theme with some inaccurate or irrelevant supporting details </w:t>
            </w:r>
          </w:p>
        </w:tc>
        <w:tc>
          <w:tcPr>
            <w:tcW w:w="2948" w:type="dxa"/>
          </w:tcPr>
          <w:p w:rsidR="005F2C17" w:rsidRDefault="005F2C17" w:rsidP="00023F5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C90ECD">
              <w:rPr>
                <w:b/>
                <w:sz w:val="24"/>
                <w:szCs w:val="24"/>
              </w:rPr>
              <w:t>Structure does not support the flow of ideas</w:t>
            </w:r>
          </w:p>
          <w:p w:rsidR="005F2C17" w:rsidRPr="00C90ECD" w:rsidRDefault="005F2C17" w:rsidP="009D26DD">
            <w:pPr>
              <w:pStyle w:val="ListParagraph"/>
              <w:spacing w:after="0" w:line="240" w:lineRule="auto"/>
              <w:ind w:left="0"/>
              <w:rPr>
                <w:b/>
                <w:sz w:val="24"/>
                <w:szCs w:val="24"/>
              </w:rPr>
            </w:pPr>
          </w:p>
          <w:p w:rsidR="005F2C17" w:rsidRDefault="005F2C17" w:rsidP="00023F5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C90ECD">
              <w:rPr>
                <w:b/>
                <w:sz w:val="24"/>
                <w:szCs w:val="24"/>
              </w:rPr>
              <w:t>Lack of focus</w:t>
            </w:r>
          </w:p>
          <w:p w:rsidR="005F2C17" w:rsidRDefault="005F2C17" w:rsidP="009D26DD">
            <w:pPr>
              <w:pStyle w:val="ListParagraph"/>
              <w:spacing w:after="0" w:line="240" w:lineRule="auto"/>
              <w:ind w:left="0"/>
              <w:rPr>
                <w:b/>
                <w:sz w:val="24"/>
                <w:szCs w:val="24"/>
              </w:rPr>
            </w:pPr>
          </w:p>
          <w:p w:rsidR="005F2C17" w:rsidRPr="00C90ECD" w:rsidRDefault="005F2C17" w:rsidP="00023F5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C90ECD">
              <w:rPr>
                <w:b/>
                <w:sz w:val="24"/>
                <w:szCs w:val="24"/>
              </w:rPr>
              <w:t>Undeveloped theme with inaccurate, irrelevant, or no supporting details</w:t>
            </w:r>
          </w:p>
        </w:tc>
      </w:tr>
      <w:tr w:rsidR="005F2C17" w:rsidRPr="00C90ECD" w:rsidTr="00CE63A6">
        <w:tc>
          <w:tcPr>
            <w:tcW w:w="1980" w:type="dxa"/>
            <w:vAlign w:val="center"/>
          </w:tcPr>
          <w:p w:rsidR="005F2C17" w:rsidRPr="00CE63A6" w:rsidRDefault="005F2C17" w:rsidP="00023F54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CE63A6">
              <w:rPr>
                <w:b/>
                <w:sz w:val="26"/>
                <w:szCs w:val="26"/>
              </w:rPr>
              <w:t>WRITTEN EXPRESSION /</w:t>
            </w:r>
          </w:p>
          <w:p w:rsidR="005F2C17" w:rsidRDefault="005F2C17" w:rsidP="00023F54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CE63A6">
              <w:rPr>
                <w:b/>
                <w:sz w:val="26"/>
                <w:szCs w:val="26"/>
              </w:rPr>
              <w:t>CONVENTIONS</w:t>
            </w:r>
          </w:p>
          <w:p w:rsidR="005F2C17" w:rsidRPr="00CE63A6" w:rsidRDefault="005F2C17" w:rsidP="00023F54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947" w:type="dxa"/>
          </w:tcPr>
          <w:p w:rsidR="005F2C17" w:rsidRPr="00C90ECD" w:rsidRDefault="005F2C17" w:rsidP="00023F5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C90ECD">
              <w:rPr>
                <w:b/>
                <w:sz w:val="24"/>
                <w:szCs w:val="24"/>
              </w:rPr>
              <w:t>Strong command of vocabulary</w:t>
            </w:r>
          </w:p>
          <w:p w:rsidR="005F2C17" w:rsidRPr="00C90ECD" w:rsidRDefault="005F2C17" w:rsidP="00023F5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C90ECD">
              <w:rPr>
                <w:b/>
                <w:sz w:val="24"/>
                <w:szCs w:val="24"/>
              </w:rPr>
              <w:t>Well-developed command of grammar and spelling</w:t>
            </w:r>
            <w:r w:rsidRPr="00C90ECD">
              <w:rPr>
                <w:b/>
                <w:color w:val="808080"/>
                <w:sz w:val="24"/>
                <w:szCs w:val="24"/>
              </w:rPr>
              <w:t xml:space="preserve"> </w:t>
            </w:r>
          </w:p>
          <w:p w:rsidR="005F2C17" w:rsidRPr="00C90ECD" w:rsidRDefault="005F2C17" w:rsidP="00023F5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C90ECD">
              <w:rPr>
                <w:b/>
                <w:sz w:val="24"/>
                <w:szCs w:val="24"/>
              </w:rPr>
              <w:t xml:space="preserve">Use of language enhances meaning and purpose </w:t>
            </w:r>
          </w:p>
          <w:p w:rsidR="005F2C17" w:rsidRPr="00C90ECD" w:rsidRDefault="005F2C17" w:rsidP="00023F5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C90ECD">
              <w:rPr>
                <w:b/>
                <w:sz w:val="24"/>
                <w:szCs w:val="24"/>
              </w:rPr>
              <w:t>Cites sources correctly*</w:t>
            </w:r>
          </w:p>
        </w:tc>
        <w:tc>
          <w:tcPr>
            <w:tcW w:w="2948" w:type="dxa"/>
          </w:tcPr>
          <w:p w:rsidR="005F2C17" w:rsidRPr="00C90ECD" w:rsidRDefault="005F2C17" w:rsidP="00023F5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C90ECD">
              <w:rPr>
                <w:b/>
                <w:sz w:val="24"/>
                <w:szCs w:val="24"/>
              </w:rPr>
              <w:t>Basic command of vocabulary</w:t>
            </w:r>
          </w:p>
          <w:p w:rsidR="005F2C17" w:rsidRPr="00C90ECD" w:rsidRDefault="005F2C17" w:rsidP="00023F5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C90ECD">
              <w:rPr>
                <w:b/>
                <w:sz w:val="24"/>
                <w:szCs w:val="24"/>
              </w:rPr>
              <w:t>Consistent command of grammar and spelling, with few errors</w:t>
            </w:r>
          </w:p>
          <w:p w:rsidR="005F2C17" w:rsidRPr="00C90ECD" w:rsidRDefault="005F2C17" w:rsidP="00023F5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C90ECD">
              <w:rPr>
                <w:b/>
                <w:sz w:val="24"/>
                <w:szCs w:val="24"/>
              </w:rPr>
              <w:t xml:space="preserve"> Use of language supports meaning and purpose</w:t>
            </w:r>
          </w:p>
          <w:p w:rsidR="005F2C17" w:rsidRPr="00C90ECD" w:rsidRDefault="005F2C17" w:rsidP="00023F5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C90ECD">
              <w:rPr>
                <w:b/>
                <w:sz w:val="24"/>
                <w:szCs w:val="24"/>
              </w:rPr>
              <w:t xml:space="preserve"> Few errors in citing sources</w:t>
            </w:r>
          </w:p>
        </w:tc>
        <w:tc>
          <w:tcPr>
            <w:tcW w:w="2947" w:type="dxa"/>
          </w:tcPr>
          <w:p w:rsidR="005F2C17" w:rsidRPr="00C90ECD" w:rsidRDefault="005F2C17" w:rsidP="00023F5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C90ECD">
              <w:rPr>
                <w:b/>
                <w:sz w:val="24"/>
                <w:szCs w:val="24"/>
              </w:rPr>
              <w:t>Partial command of vocabulary</w:t>
            </w:r>
          </w:p>
          <w:p w:rsidR="005F2C17" w:rsidRPr="00C90ECD" w:rsidRDefault="005F2C17" w:rsidP="00023F5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C90ECD">
              <w:rPr>
                <w:b/>
                <w:sz w:val="24"/>
                <w:szCs w:val="24"/>
              </w:rPr>
              <w:t xml:space="preserve">Inconsistent command of grammar and spelling </w:t>
            </w:r>
          </w:p>
          <w:p w:rsidR="005F2C17" w:rsidRPr="00C90ECD" w:rsidRDefault="005F2C17" w:rsidP="00023F5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C90ECD">
              <w:rPr>
                <w:b/>
                <w:bCs/>
                <w:sz w:val="24"/>
                <w:szCs w:val="24"/>
              </w:rPr>
              <w:t>Use of language may interfere with meaning and purpose</w:t>
            </w:r>
          </w:p>
          <w:p w:rsidR="005F2C17" w:rsidRPr="00C90ECD" w:rsidRDefault="005F2C17" w:rsidP="00023F5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C90ECD">
              <w:rPr>
                <w:b/>
                <w:sz w:val="24"/>
                <w:szCs w:val="24"/>
              </w:rPr>
              <w:t>Incorrectly cites sources</w:t>
            </w:r>
          </w:p>
        </w:tc>
        <w:tc>
          <w:tcPr>
            <w:tcW w:w="2948" w:type="dxa"/>
          </w:tcPr>
          <w:p w:rsidR="005F2C17" w:rsidRPr="00C90ECD" w:rsidRDefault="005F2C17" w:rsidP="00023F5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C90ECD">
              <w:rPr>
                <w:b/>
                <w:sz w:val="24"/>
                <w:szCs w:val="24"/>
              </w:rPr>
              <w:t>Poor command of vocabulary</w:t>
            </w:r>
          </w:p>
          <w:p w:rsidR="005F2C17" w:rsidRDefault="005F2C17" w:rsidP="00023F5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C90ECD">
              <w:rPr>
                <w:b/>
                <w:sz w:val="24"/>
                <w:szCs w:val="24"/>
              </w:rPr>
              <w:t>Poor control of grammar and spelling</w:t>
            </w:r>
          </w:p>
          <w:p w:rsidR="005F2C17" w:rsidRDefault="005F2C17" w:rsidP="009D26DD">
            <w:pPr>
              <w:pStyle w:val="ListParagraph"/>
              <w:spacing w:after="0" w:line="240" w:lineRule="auto"/>
              <w:rPr>
                <w:b/>
                <w:sz w:val="24"/>
                <w:szCs w:val="24"/>
              </w:rPr>
            </w:pPr>
          </w:p>
          <w:p w:rsidR="005F2C17" w:rsidRDefault="005F2C17" w:rsidP="00023F5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C90ECD">
              <w:rPr>
                <w:b/>
                <w:sz w:val="24"/>
                <w:szCs w:val="24"/>
              </w:rPr>
              <w:t xml:space="preserve">Use of language is incoherent </w:t>
            </w:r>
          </w:p>
          <w:p w:rsidR="005F2C17" w:rsidRPr="00C90ECD" w:rsidRDefault="005F2C17" w:rsidP="009D26DD">
            <w:pPr>
              <w:pStyle w:val="ListParagraph"/>
              <w:spacing w:after="0" w:line="240" w:lineRule="auto"/>
              <w:rPr>
                <w:b/>
                <w:sz w:val="24"/>
                <w:szCs w:val="24"/>
              </w:rPr>
            </w:pPr>
          </w:p>
          <w:p w:rsidR="005F2C17" w:rsidRPr="00C90ECD" w:rsidRDefault="005F2C17" w:rsidP="00023F5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C90ECD">
              <w:rPr>
                <w:b/>
                <w:sz w:val="24"/>
                <w:szCs w:val="24"/>
              </w:rPr>
              <w:t>Does not cite sources</w:t>
            </w:r>
          </w:p>
        </w:tc>
      </w:tr>
    </w:tbl>
    <w:p w:rsidR="005F2C17" w:rsidRPr="00C90ECD" w:rsidRDefault="005F2C17" w:rsidP="006E5DCC">
      <w:pPr>
        <w:spacing w:after="0" w:line="240" w:lineRule="auto"/>
        <w:rPr>
          <w:b/>
          <w:sz w:val="20"/>
          <w:szCs w:val="20"/>
        </w:rPr>
      </w:pPr>
      <w:bookmarkStart w:id="0" w:name="_GoBack"/>
      <w:bookmarkEnd w:id="0"/>
    </w:p>
    <w:p w:rsidR="005F2C17" w:rsidRPr="00C90ECD" w:rsidRDefault="005F2C17" w:rsidP="006E5DCC">
      <w:pPr>
        <w:spacing w:after="0" w:line="240" w:lineRule="auto"/>
        <w:rPr>
          <w:b/>
          <w:sz w:val="24"/>
          <w:szCs w:val="24"/>
        </w:rPr>
      </w:pPr>
      <w:r w:rsidRPr="00C90ECD">
        <w:rPr>
          <w:b/>
          <w:sz w:val="24"/>
          <w:szCs w:val="24"/>
        </w:rPr>
        <w:t>*Citations for books, articles, websites, etc. follow MLA or APA format (easily found on all RHHS Library databases or found through EasyBib.com)</w:t>
      </w:r>
      <w:r>
        <w:rPr>
          <w:b/>
          <w:sz w:val="24"/>
          <w:szCs w:val="24"/>
        </w:rPr>
        <w:t xml:space="preserve">  (CCSS for College Readiness)</w:t>
      </w:r>
    </w:p>
    <w:sectPr w:rsidR="005F2C17" w:rsidRPr="00C90ECD" w:rsidSect="009D26DD">
      <w:headerReference w:type="default" r:id="rId7"/>
      <w:pgSz w:w="15840" w:h="12240" w:orient="landscape" w:code="1"/>
      <w:pgMar w:top="1728" w:right="1440" w:bottom="1008" w:left="1440" w:header="1008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C17" w:rsidRDefault="005F2C17" w:rsidP="00453E65">
      <w:pPr>
        <w:spacing w:after="0" w:line="240" w:lineRule="auto"/>
      </w:pPr>
      <w:r>
        <w:separator/>
      </w:r>
    </w:p>
  </w:endnote>
  <w:endnote w:type="continuationSeparator" w:id="0">
    <w:p w:rsidR="005F2C17" w:rsidRDefault="005F2C17" w:rsidP="00453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C17" w:rsidRDefault="005F2C17" w:rsidP="00453E65">
      <w:pPr>
        <w:spacing w:after="0" w:line="240" w:lineRule="auto"/>
      </w:pPr>
      <w:r>
        <w:separator/>
      </w:r>
    </w:p>
  </w:footnote>
  <w:footnote w:type="continuationSeparator" w:id="0">
    <w:p w:rsidR="005F2C17" w:rsidRDefault="005F2C17" w:rsidP="00453E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C17" w:rsidRPr="006E5DCC" w:rsidRDefault="005F2C17" w:rsidP="00AE2664">
    <w:pPr>
      <w:pStyle w:val="Header"/>
      <w:tabs>
        <w:tab w:val="clear" w:pos="4680"/>
        <w:tab w:val="clear" w:pos="9360"/>
        <w:tab w:val="center" w:pos="6480"/>
        <w:tab w:val="right" w:pos="12960"/>
      </w:tabs>
      <w:jc w:val="center"/>
      <w:rPr>
        <w:b/>
        <w:sz w:val="40"/>
        <w:szCs w:val="40"/>
      </w:rPr>
    </w:pPr>
    <w:smartTag w:uri="urn:schemas-microsoft-com:office:smarttags" w:element="place">
      <w:smartTag w:uri="urn:schemas-microsoft-com:office:smarttags" w:element="PlaceName">
        <w:r w:rsidRPr="006E5DCC">
          <w:rPr>
            <w:b/>
            <w:sz w:val="40"/>
            <w:szCs w:val="40"/>
          </w:rPr>
          <w:t>Richmond Hill</w:t>
        </w:r>
      </w:smartTag>
      <w:r w:rsidRPr="006E5DCC">
        <w:rPr>
          <w:b/>
          <w:sz w:val="40"/>
          <w:szCs w:val="40"/>
        </w:rPr>
        <w:t xml:space="preserve"> </w:t>
      </w:r>
      <w:smartTag w:uri="urn:schemas-microsoft-com:office:smarttags" w:element="PlaceType">
        <w:r w:rsidRPr="006E5DCC">
          <w:rPr>
            <w:b/>
            <w:sz w:val="40"/>
            <w:szCs w:val="40"/>
          </w:rPr>
          <w:t>High School</w:t>
        </w:r>
      </w:smartTag>
    </w:smartTag>
    <w:r>
      <w:rPr>
        <w:b/>
        <w:sz w:val="40"/>
        <w:szCs w:val="40"/>
      </w:rPr>
      <w:t xml:space="preserve"> – </w:t>
    </w:r>
    <w:r w:rsidRPr="006E5DCC">
      <w:rPr>
        <w:b/>
        <w:sz w:val="40"/>
        <w:szCs w:val="40"/>
      </w:rPr>
      <w:t>Uniform Writing Rubric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77E0C"/>
    <w:multiLevelType w:val="hybridMultilevel"/>
    <w:tmpl w:val="C890B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47349"/>
    <w:multiLevelType w:val="hybridMultilevel"/>
    <w:tmpl w:val="0914AE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904FB8"/>
    <w:multiLevelType w:val="hybridMultilevel"/>
    <w:tmpl w:val="D55CE3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60B3A7E"/>
    <w:multiLevelType w:val="hybridMultilevel"/>
    <w:tmpl w:val="4DFC2306"/>
    <w:lvl w:ilvl="0" w:tplc="FCD2BC10">
      <w:start w:val="1"/>
      <w:numFmt w:val="bullet"/>
      <w:lvlText w:val="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AAFFBC" w:tentative="1">
      <w:start w:val="1"/>
      <w:numFmt w:val="bullet"/>
      <w:lvlText w:val="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D2CA06" w:tentative="1">
      <w:start w:val="1"/>
      <w:numFmt w:val="bullet"/>
      <w:lvlText w:val="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344364" w:tentative="1">
      <w:start w:val="1"/>
      <w:numFmt w:val="bullet"/>
      <w:lvlText w:val="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AE103A" w:tentative="1">
      <w:start w:val="1"/>
      <w:numFmt w:val="bullet"/>
      <w:lvlText w:val="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E606412" w:tentative="1">
      <w:start w:val="1"/>
      <w:numFmt w:val="bullet"/>
      <w:lvlText w:val="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FAFC54" w:tentative="1">
      <w:start w:val="1"/>
      <w:numFmt w:val="bullet"/>
      <w:lvlText w:val="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B41E30" w:tentative="1">
      <w:start w:val="1"/>
      <w:numFmt w:val="bullet"/>
      <w:lvlText w:val="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FE05F64" w:tentative="1">
      <w:start w:val="1"/>
      <w:numFmt w:val="bullet"/>
      <w:lvlText w:val="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9454ECD"/>
    <w:multiLevelType w:val="hybridMultilevel"/>
    <w:tmpl w:val="F08A83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76D6505"/>
    <w:multiLevelType w:val="hybridMultilevel"/>
    <w:tmpl w:val="1EC60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C23A9C"/>
    <w:multiLevelType w:val="hybridMultilevel"/>
    <w:tmpl w:val="891A1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1DFD"/>
    <w:rsid w:val="00023F54"/>
    <w:rsid w:val="00042CF7"/>
    <w:rsid w:val="00094EF4"/>
    <w:rsid w:val="000B2BF4"/>
    <w:rsid w:val="001D3C2E"/>
    <w:rsid w:val="001E734D"/>
    <w:rsid w:val="002A4F9F"/>
    <w:rsid w:val="002D2C2A"/>
    <w:rsid w:val="00357804"/>
    <w:rsid w:val="00416C64"/>
    <w:rsid w:val="00453E65"/>
    <w:rsid w:val="00466AD2"/>
    <w:rsid w:val="004D1DFD"/>
    <w:rsid w:val="005A5280"/>
    <w:rsid w:val="005F2C17"/>
    <w:rsid w:val="00600E15"/>
    <w:rsid w:val="00697CE5"/>
    <w:rsid w:val="006A34A1"/>
    <w:rsid w:val="006E5DCC"/>
    <w:rsid w:val="00772B10"/>
    <w:rsid w:val="00783F51"/>
    <w:rsid w:val="00920517"/>
    <w:rsid w:val="00971EE7"/>
    <w:rsid w:val="009D26DD"/>
    <w:rsid w:val="009E3E86"/>
    <w:rsid w:val="00AE2664"/>
    <w:rsid w:val="00AE26B0"/>
    <w:rsid w:val="00BC7754"/>
    <w:rsid w:val="00C90ECD"/>
    <w:rsid w:val="00CE63A6"/>
    <w:rsid w:val="00DA5DB3"/>
    <w:rsid w:val="00E9575B"/>
    <w:rsid w:val="00EA793E"/>
    <w:rsid w:val="00F32072"/>
    <w:rsid w:val="00FF3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CF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5780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578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A5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52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453E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53E65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53E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53E6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276</Words>
  <Characters>1576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LEVEL</dc:title>
  <dc:subject/>
  <dc:creator>Lynda</dc:creator>
  <cp:keywords/>
  <dc:description/>
  <cp:lastModifiedBy>Richmond Hill High School</cp:lastModifiedBy>
  <cp:revision>3</cp:revision>
  <cp:lastPrinted>2012-02-29T19:54:00Z</cp:lastPrinted>
  <dcterms:created xsi:type="dcterms:W3CDTF">2012-02-29T20:02:00Z</dcterms:created>
  <dcterms:modified xsi:type="dcterms:W3CDTF">2012-02-29T20:05:00Z</dcterms:modified>
</cp:coreProperties>
</file>